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04" w:rsidRDefault="000A2D04" w:rsidP="00E56E45">
      <w:pPr>
        <w:pStyle w:val="2910"/>
        <w:autoSpaceDN w:val="0"/>
        <w:spacing w:line="560" w:lineRule="exact"/>
        <w:rPr>
          <w:rFonts w:eastAsia="方正黑体_GBK"/>
          <w:sz w:val="32"/>
          <w:szCs w:val="32"/>
        </w:rPr>
      </w:pPr>
      <w:r>
        <w:rPr>
          <w:rFonts w:eastAsia="方正黑体_GBK" w:hint="eastAsia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1</w:t>
      </w:r>
    </w:p>
    <w:p w:rsidR="000A2D04" w:rsidRDefault="000A2D04" w:rsidP="00E56E45">
      <w:pPr>
        <w:pStyle w:val="24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中华人民共和国</w:t>
      </w:r>
      <w:r>
        <w:rPr>
          <w:rFonts w:eastAsia="方正小标宋_GBK"/>
          <w:sz w:val="36"/>
          <w:szCs w:val="36"/>
        </w:rPr>
        <w:t xml:space="preserve">        </w:t>
      </w:r>
      <w:r>
        <w:rPr>
          <w:rFonts w:eastAsia="方正小标宋_GBK" w:hint="eastAsia"/>
          <w:sz w:val="36"/>
          <w:szCs w:val="36"/>
        </w:rPr>
        <w:t>海关</w:t>
      </w:r>
    </w:p>
    <w:p w:rsidR="000A2D04" w:rsidRDefault="000A2D04" w:rsidP="00E56E45">
      <w:pPr>
        <w:pStyle w:val="24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准予行政许可决定书</w:t>
      </w:r>
    </w:p>
    <w:p w:rsidR="000A2D04" w:rsidRDefault="000A2D04" w:rsidP="00E56E45">
      <w:pPr>
        <w:pStyle w:val="2410"/>
        <w:autoSpaceDN w:val="0"/>
        <w:spacing w:line="560" w:lineRule="exact"/>
        <w:rPr>
          <w:rFonts w:eastAsia="方正仿宋_GBK"/>
          <w:sz w:val="28"/>
          <w:szCs w:val="28"/>
        </w:rPr>
      </w:pPr>
    </w:p>
    <w:p w:rsidR="000A2D04" w:rsidRDefault="000A2D04" w:rsidP="00E56E45">
      <w:pPr>
        <w:pStyle w:val="2410"/>
        <w:autoSpaceDN w:val="0"/>
        <w:spacing w:line="560" w:lineRule="exact"/>
        <w:ind w:firstLineChars="1550" w:firstLine="4340"/>
        <w:rPr>
          <w:rFonts w:eastAsia="方正仿宋_GBK"/>
          <w:sz w:val="28"/>
        </w:rPr>
      </w:pPr>
      <w:r>
        <w:rPr>
          <w:rFonts w:eastAsia="方正仿宋_GBK" w:hint="eastAsia"/>
          <w:sz w:val="28"/>
        </w:rPr>
        <w:t>行政审批编号：</w:t>
      </w:r>
    </w:p>
    <w:p w:rsidR="000A2D04" w:rsidRDefault="000A2D04" w:rsidP="00E56E45">
      <w:pPr>
        <w:pStyle w:val="2410"/>
        <w:autoSpaceDN w:val="0"/>
        <w:spacing w:line="560" w:lineRule="exact"/>
        <w:rPr>
          <w:rFonts w:eastAsia="方正仿宋_GBK"/>
          <w:sz w:val="28"/>
        </w:rPr>
      </w:pPr>
      <w:r>
        <w:rPr>
          <w:rFonts w:eastAsia="方正仿宋_GBK"/>
          <w:sz w:val="28"/>
        </w:rPr>
        <w:t>__________________</w:t>
      </w:r>
      <w:r>
        <w:rPr>
          <w:rFonts w:eastAsia="方正仿宋_GBK" w:hint="eastAsia"/>
          <w:sz w:val="28"/>
        </w:rPr>
        <w:t>：</w:t>
      </w:r>
    </w:p>
    <w:p w:rsidR="000A2D04" w:rsidRDefault="000A2D04" w:rsidP="00E56E45">
      <w:pPr>
        <w:pStyle w:val="24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  <w:r>
        <w:rPr>
          <w:rFonts w:eastAsia="方正仿宋_GBK" w:hint="eastAsia"/>
          <w:sz w:val="28"/>
        </w:rPr>
        <w:t>你（单位）提出的</w:t>
      </w:r>
      <w:r>
        <w:rPr>
          <w:rFonts w:eastAsia="方正仿宋_GBK" w:hint="eastAsia"/>
          <w:sz w:val="28"/>
          <w:u w:val="single"/>
        </w:rPr>
        <w:t xml:space="preserve">　　　　　　　　　　　</w:t>
      </w:r>
      <w:r>
        <w:rPr>
          <w:rFonts w:eastAsia="方正仿宋_GBK" w:hint="eastAsia"/>
          <w:sz w:val="28"/>
        </w:rPr>
        <w:t>申请，经审查，符合法定条件，根据《中华人民共和国行政许可法》规定，决定准予行政许可。</w:t>
      </w:r>
    </w:p>
    <w:p w:rsidR="000A2D04" w:rsidRDefault="000A2D04" w:rsidP="00E56E45">
      <w:pPr>
        <w:pStyle w:val="24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</w:p>
    <w:p w:rsidR="000A2D04" w:rsidRDefault="000A2D04" w:rsidP="00E56E45">
      <w:pPr>
        <w:pStyle w:val="24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</w:p>
    <w:p w:rsidR="000A2D04" w:rsidRDefault="000A2D04" w:rsidP="00E56E45">
      <w:pPr>
        <w:pStyle w:val="24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</w:p>
    <w:p w:rsidR="000A2D04" w:rsidRDefault="000A2D04" w:rsidP="00E56E45">
      <w:pPr>
        <w:pStyle w:val="24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</w:p>
    <w:p w:rsidR="000A2D04" w:rsidRDefault="000A2D04" w:rsidP="00E56E45">
      <w:pPr>
        <w:pStyle w:val="24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</w:p>
    <w:p w:rsidR="000A2D04" w:rsidRDefault="000A2D04" w:rsidP="00E56E45">
      <w:pPr>
        <w:pStyle w:val="24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</w:p>
    <w:p w:rsidR="000A2D04" w:rsidRDefault="000A2D04" w:rsidP="00E56E45">
      <w:pPr>
        <w:pStyle w:val="2410"/>
        <w:autoSpaceDN w:val="0"/>
        <w:spacing w:line="560" w:lineRule="exact"/>
        <w:ind w:firstLineChars="2100" w:firstLine="5880"/>
        <w:rPr>
          <w:rFonts w:eastAsia="方正仿宋_GBK"/>
          <w:sz w:val="28"/>
        </w:rPr>
      </w:pPr>
      <w:r>
        <w:rPr>
          <w:rFonts w:eastAsia="方正仿宋_GBK" w:hint="eastAsia"/>
          <w:sz w:val="28"/>
        </w:rPr>
        <w:t>（行政印章）</w:t>
      </w:r>
    </w:p>
    <w:p w:rsidR="000A2D04" w:rsidRDefault="000A2D04" w:rsidP="00E56E45">
      <w:pPr>
        <w:pStyle w:val="2410"/>
        <w:autoSpaceDN w:val="0"/>
        <w:spacing w:line="560" w:lineRule="exact"/>
        <w:rPr>
          <w:rFonts w:eastAsia="方正仿宋_GBK"/>
          <w:spacing w:val="-6"/>
          <w:sz w:val="32"/>
          <w:szCs w:val="32"/>
        </w:rPr>
      </w:pPr>
      <w:r>
        <w:rPr>
          <w:rFonts w:eastAsia="方正仿宋_GBK"/>
          <w:spacing w:val="-6"/>
          <w:sz w:val="32"/>
          <w:szCs w:val="32"/>
        </w:rPr>
        <w:t xml:space="preserve">                                     </w:t>
      </w:r>
      <w:r>
        <w:rPr>
          <w:rFonts w:eastAsia="方正仿宋_GBK" w:hint="eastAsia"/>
          <w:spacing w:val="-6"/>
          <w:sz w:val="32"/>
          <w:szCs w:val="32"/>
        </w:rPr>
        <w:t>年</w:t>
      </w:r>
      <w:r>
        <w:rPr>
          <w:rFonts w:eastAsia="方正仿宋_GBK"/>
          <w:spacing w:val="-6"/>
          <w:sz w:val="32"/>
          <w:szCs w:val="32"/>
        </w:rPr>
        <w:t xml:space="preserve">     </w:t>
      </w:r>
      <w:r>
        <w:rPr>
          <w:rFonts w:eastAsia="方正仿宋_GBK" w:hint="eastAsia"/>
          <w:spacing w:val="-6"/>
          <w:sz w:val="32"/>
          <w:szCs w:val="32"/>
        </w:rPr>
        <w:t>月</w:t>
      </w:r>
      <w:r>
        <w:rPr>
          <w:rFonts w:eastAsia="方正仿宋_GBK"/>
          <w:spacing w:val="-6"/>
          <w:sz w:val="32"/>
          <w:szCs w:val="32"/>
        </w:rPr>
        <w:t xml:space="preserve">     </w:t>
      </w:r>
      <w:r>
        <w:rPr>
          <w:rFonts w:eastAsia="方正仿宋_GBK" w:hint="eastAsia"/>
          <w:spacing w:val="-6"/>
          <w:sz w:val="32"/>
          <w:szCs w:val="32"/>
        </w:rPr>
        <w:t>日</w:t>
      </w:r>
    </w:p>
    <w:p w:rsidR="000A2D04" w:rsidRDefault="000A2D04" w:rsidP="00E56E45">
      <w:pPr>
        <w:pStyle w:val="2410"/>
        <w:autoSpaceDN w:val="0"/>
        <w:rPr>
          <w:b/>
          <w:bCs/>
          <w:sz w:val="40"/>
          <w:szCs w:val="24"/>
        </w:rPr>
      </w:pPr>
    </w:p>
    <w:p w:rsidR="000A2D04" w:rsidRDefault="000A2D04" w:rsidP="00E56E45">
      <w:pPr>
        <w:pStyle w:val="2410"/>
        <w:autoSpaceDN w:val="0"/>
        <w:rPr>
          <w:b/>
          <w:bCs/>
          <w:sz w:val="40"/>
          <w:szCs w:val="24"/>
        </w:rPr>
      </w:pPr>
    </w:p>
    <w:p w:rsidR="000A2D04" w:rsidRDefault="000A2D04" w:rsidP="00E56E45">
      <w:pPr>
        <w:pStyle w:val="2410"/>
        <w:autoSpaceDN w:val="0"/>
        <w:rPr>
          <w:b/>
          <w:bCs/>
          <w:sz w:val="40"/>
          <w:szCs w:val="24"/>
        </w:rPr>
      </w:pPr>
    </w:p>
    <w:p w:rsidR="000A2D04" w:rsidRDefault="000A2D04" w:rsidP="00E56E45">
      <w:pPr>
        <w:pStyle w:val="2410"/>
        <w:autoSpaceDN w:val="0"/>
        <w:rPr>
          <w:b/>
          <w:bCs/>
          <w:sz w:val="40"/>
          <w:szCs w:val="24"/>
        </w:rPr>
      </w:pPr>
    </w:p>
    <w:p w:rsidR="000A2D04" w:rsidRDefault="000A2D04" w:rsidP="00E56E45">
      <w:pPr>
        <w:pStyle w:val="2410"/>
        <w:autoSpaceDN w:val="0"/>
        <w:rPr>
          <w:b/>
          <w:bCs/>
          <w:sz w:val="40"/>
          <w:szCs w:val="24"/>
        </w:rPr>
      </w:pPr>
    </w:p>
    <w:p w:rsidR="000A2D04" w:rsidRDefault="000A2D04" w:rsidP="00E56E45">
      <w:pPr>
        <w:pStyle w:val="2510"/>
        <w:autoSpaceDN w:val="0"/>
        <w:spacing w:line="560" w:lineRule="exact"/>
      </w:pPr>
    </w:p>
    <w:sectPr w:rsidR="000A2D04" w:rsidSect="00725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Times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Timess New Roman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469B"/>
    <w:rsid w:val="000A2D04"/>
    <w:rsid w:val="001F469B"/>
    <w:rsid w:val="007258BA"/>
    <w:rsid w:val="008E298B"/>
    <w:rsid w:val="00E56E45"/>
    <w:rsid w:val="00F7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69B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10">
    <w:name w:val="样式 24 10 磅"/>
    <w:basedOn w:val="Normal"/>
    <w:uiPriority w:val="99"/>
    <w:rsid w:val="001F469B"/>
  </w:style>
  <w:style w:type="paragraph" w:customStyle="1" w:styleId="2910">
    <w:name w:val="样式 29 10 磅"/>
    <w:basedOn w:val="Normal"/>
    <w:uiPriority w:val="99"/>
    <w:rsid w:val="001F469B"/>
  </w:style>
  <w:style w:type="paragraph" w:customStyle="1" w:styleId="2510">
    <w:name w:val="样式 25 10 磅"/>
    <w:next w:val="Normal"/>
    <w:uiPriority w:val="99"/>
    <w:rsid w:val="00E56E45"/>
    <w:pPr>
      <w:widowControl w:val="0"/>
      <w:jc w:val="both"/>
    </w:pPr>
    <w:rPr>
      <w:rFonts w:ascii="Times New Roman" w:hAnsi="Times New Roman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1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28</Words>
  <Characters>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范思齐</cp:lastModifiedBy>
  <cp:revision>2</cp:revision>
  <dcterms:created xsi:type="dcterms:W3CDTF">2020-09-18T10:53:00Z</dcterms:created>
  <dcterms:modified xsi:type="dcterms:W3CDTF">2021-07-21T07:38:00Z</dcterms:modified>
</cp:coreProperties>
</file>